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924323" w14:textId="77777777" w:rsidR="009F392E" w:rsidRDefault="00E002C3" w:rsidP="00F0533E">
      <w:pPr>
        <w:rPr>
          <w:noProof/>
        </w:rPr>
      </w:pPr>
      <w:r w:rsidRPr="00E002C3">
        <w:rPr>
          <w:noProof/>
        </w:rPr>
        <w:t>Příloha č. 3</w:t>
      </w:r>
      <w:r w:rsidR="00B85B4C" w:rsidRPr="00E002C3">
        <w:rPr>
          <w:noProof/>
        </w:rPr>
        <w:t xml:space="preserve"> Smlo</w:t>
      </w:r>
      <w:bookmarkStart w:id="0" w:name="_GoBack"/>
      <w:bookmarkEnd w:id="0"/>
      <w:r w:rsidR="00B85B4C" w:rsidRPr="00E002C3">
        <w:rPr>
          <w:noProof/>
        </w:rPr>
        <w:t>uvy</w:t>
      </w:r>
    </w:p>
    <w:p w14:paraId="7170B850" w14:textId="0A568892" w:rsidR="0015669F" w:rsidRDefault="00B85B4C" w:rsidP="00F0533E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</w:tblGrid>
      <w:tr w:rsidR="0015669F" w:rsidRPr="00FD23CD" w14:paraId="3F3763BC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834B03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E171E5" w14:textId="77777777" w:rsidR="0015669F" w:rsidRPr="000E5CAE" w:rsidRDefault="0015669F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</w:tr>
      <w:tr w:rsidR="0015669F" w:rsidRPr="00FD23CD" w14:paraId="3B5F2E71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08C9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Projektový manažer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F55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4BE2E64A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AA971D5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3180E72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92F7BE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B25A56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0585950E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57DB1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Manažer kvality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C49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7E08E3A3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11D2C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4D12CEF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7B5AF94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201DAA0B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73B7AC43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3E265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3241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8F1C14E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D91911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477412C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E0C0276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C73BA9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2FAD9489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7E13" w14:textId="77777777" w:rsidR="0015669F" w:rsidRPr="000E5CAE" w:rsidRDefault="0015669F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lastRenderedPageBreak/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82E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A50D11C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972E12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2735A2E4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B6BDFF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0A3D02E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813DC4" w:rsidRPr="00FD23CD" w14:paraId="79F7D288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76B2" w14:textId="4D238775" w:rsidR="00813DC4" w:rsidRPr="00E002C3" w:rsidRDefault="00813DC4" w:rsidP="00813DC4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688C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7B87A2EA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D81E5F8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B60116B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8903CC" w14:textId="77777777" w:rsidR="00813DC4" w:rsidRPr="000E5CAE" w:rsidRDefault="00813DC4" w:rsidP="00813DC4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C18440F" w14:textId="56637F5A" w:rsidR="00813DC4" w:rsidRPr="000E5CAE" w:rsidRDefault="00813DC4" w:rsidP="00813DC4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813DC4" w:rsidRPr="00FD23CD" w14:paraId="78BDD907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1C7F" w14:textId="4506B5D1" w:rsidR="00813DC4" w:rsidRPr="00E002C3" w:rsidRDefault="00813DC4" w:rsidP="00813DC4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FCF3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3BE9D0F1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4017F27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877A73B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1572E6B" w14:textId="77777777" w:rsidR="00813DC4" w:rsidRPr="000E5CAE" w:rsidRDefault="00813DC4" w:rsidP="00813DC4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1F40057" w14:textId="489C8A40" w:rsidR="00813DC4" w:rsidRPr="000E5CAE" w:rsidRDefault="00813DC4" w:rsidP="00813DC4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</w:tbl>
    <w:p w14:paraId="1133401F" w14:textId="7472AD41" w:rsidR="00B85B4C" w:rsidRDefault="00B85B4C" w:rsidP="00F0533E">
      <w:pPr>
        <w:rPr>
          <w:b/>
          <w:u w:val="single"/>
        </w:rPr>
      </w:pPr>
    </w:p>
    <w:p w14:paraId="6E6D9C6F" w14:textId="376A9C72" w:rsidR="00D53800" w:rsidRPr="007A43E2" w:rsidRDefault="007A43E2" w:rsidP="00F0533E">
      <w:r w:rsidRPr="007A43E2">
        <w:rPr>
          <w:rFonts w:ascii="Verdana" w:hAnsi="Verdana"/>
          <w:color w:val="000000"/>
        </w:rPr>
        <w:t xml:space="preserve">Členové realizačního týmu musejí být stejní, jako byli uvedení v žádostech o zařazení do DNS. V případě změny člena realizačního týmu je Zhotovitel povinen doplnit k danému členu realizačního týmu požadované dokumenty a certifikáty v souladu se zadávací dokumentací </w:t>
      </w:r>
      <w:proofErr w:type="spellStart"/>
      <w:r w:rsidRPr="007A43E2">
        <w:rPr>
          <w:rFonts w:ascii="Verdana" w:hAnsi="Verdana"/>
          <w:color w:val="000000"/>
        </w:rPr>
        <w:t>sp.zn</w:t>
      </w:r>
      <w:proofErr w:type="spellEnd"/>
      <w:r w:rsidRPr="007A43E2">
        <w:rPr>
          <w:rFonts w:ascii="Verdana" w:hAnsi="Verdana"/>
          <w:color w:val="000000"/>
        </w:rPr>
        <w:t>. 74843/2020-SŽ-GŘ-O8</w:t>
      </w:r>
    </w:p>
    <w:sectPr w:rsidR="00D53800" w:rsidRPr="007A43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CDA8D3" w14:textId="77777777" w:rsidR="006459FC" w:rsidRDefault="006459FC" w:rsidP="00962258">
      <w:pPr>
        <w:spacing w:after="0" w:line="240" w:lineRule="auto"/>
      </w:pPr>
      <w:r>
        <w:separator/>
      </w:r>
    </w:p>
  </w:endnote>
  <w:endnote w:type="continuationSeparator" w:id="0">
    <w:p w14:paraId="0B6475C7" w14:textId="77777777" w:rsidR="006459FC" w:rsidRDefault="006459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36EF2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30941D" w14:textId="1A9A5E7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73BA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73BA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F09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0B919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FDC585F" w14:textId="77777777" w:rsidR="00F1715C" w:rsidRDefault="00F1715C" w:rsidP="00D831A3">
          <w:pPr>
            <w:pStyle w:val="Zpat"/>
          </w:pPr>
        </w:p>
      </w:tc>
    </w:tr>
  </w:tbl>
  <w:p w14:paraId="5D829A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0A58B0" wp14:editId="22F939B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E2830E5" wp14:editId="76E88D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494299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43FD9E" w14:textId="0D1E8E4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73BA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73BA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5590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3148DE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95872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6F321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1E29D43" w14:textId="77777777" w:rsidR="00F1715C" w:rsidRDefault="00F1715C" w:rsidP="0003775F">
          <w:pPr>
            <w:pStyle w:val="Zpat"/>
          </w:pPr>
          <w:r>
            <w:t>www.</w:t>
          </w:r>
          <w:r w:rsidR="0003775F">
            <w:t>spravazeleznic</w:t>
          </w:r>
          <w:r>
            <w:t>.cz</w:t>
          </w:r>
        </w:p>
      </w:tc>
      <w:tc>
        <w:tcPr>
          <w:tcW w:w="2921" w:type="dxa"/>
        </w:tcPr>
        <w:p w14:paraId="4DB7F08D" w14:textId="77777777" w:rsidR="00F1715C" w:rsidRDefault="00F1715C" w:rsidP="00460660">
          <w:pPr>
            <w:pStyle w:val="Zpat"/>
          </w:pPr>
        </w:p>
      </w:tc>
    </w:tr>
  </w:tbl>
  <w:p w14:paraId="630B591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B8FFF7A" wp14:editId="6E48B60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7BE1B0" wp14:editId="098E11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564E6A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2F51B" w14:textId="77777777" w:rsidR="006459FC" w:rsidRDefault="006459FC" w:rsidP="00962258">
      <w:pPr>
        <w:spacing w:after="0" w:line="240" w:lineRule="auto"/>
      </w:pPr>
      <w:r>
        <w:separator/>
      </w:r>
    </w:p>
  </w:footnote>
  <w:footnote w:type="continuationSeparator" w:id="0">
    <w:p w14:paraId="1776EE22" w14:textId="77777777" w:rsidR="006459FC" w:rsidRDefault="006459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C814A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6DD3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630ED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3CAD11" w14:textId="77777777" w:rsidR="00F1715C" w:rsidRPr="00D6163D" w:rsidRDefault="00F1715C" w:rsidP="00D6163D">
          <w:pPr>
            <w:pStyle w:val="Druhdokumentu"/>
          </w:pPr>
        </w:p>
      </w:tc>
    </w:tr>
  </w:tbl>
  <w:p w14:paraId="3FCE37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E64E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A27F0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EF42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DD9D3F" w14:textId="77777777" w:rsidR="00F1715C" w:rsidRPr="00D6163D" w:rsidRDefault="00F1715C" w:rsidP="00FC6389">
          <w:pPr>
            <w:pStyle w:val="Druhdokumentu"/>
          </w:pPr>
        </w:p>
      </w:tc>
    </w:tr>
    <w:tr w:rsidR="009F392E" w14:paraId="48D6F93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86920C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1B4F2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B780DB" w14:textId="77777777" w:rsidR="009F392E" w:rsidRPr="00D6163D" w:rsidRDefault="009F392E" w:rsidP="00FC6389">
          <w:pPr>
            <w:pStyle w:val="Druhdokumentu"/>
          </w:pPr>
        </w:p>
      </w:tc>
    </w:tr>
  </w:tbl>
  <w:p w14:paraId="7A22D05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9C2A14" wp14:editId="4C07352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0C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AT" w:vendorID="64" w:dllVersion="6" w:nlCheck="1" w:checkStyle="0"/>
  <w:activeWritingStyle w:appName="MSWord" w:lang="cs-CZ" w:vendorID="64" w:dllVersion="4096" w:nlCheck="1" w:checkStyle="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B4C"/>
    <w:rsid w:val="0003775F"/>
    <w:rsid w:val="00072C1E"/>
    <w:rsid w:val="000E23A7"/>
    <w:rsid w:val="0010693F"/>
    <w:rsid w:val="00114472"/>
    <w:rsid w:val="001550BC"/>
    <w:rsid w:val="0015669F"/>
    <w:rsid w:val="001605B9"/>
    <w:rsid w:val="00170EC5"/>
    <w:rsid w:val="00173BA1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6046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9F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43E2"/>
    <w:rsid w:val="007B570C"/>
    <w:rsid w:val="007C589B"/>
    <w:rsid w:val="007E4A6E"/>
    <w:rsid w:val="007F56A7"/>
    <w:rsid w:val="00807DD0"/>
    <w:rsid w:val="00813DC4"/>
    <w:rsid w:val="00857AEE"/>
    <w:rsid w:val="008659F3"/>
    <w:rsid w:val="00886D4B"/>
    <w:rsid w:val="00895406"/>
    <w:rsid w:val="008A3568"/>
    <w:rsid w:val="008A3752"/>
    <w:rsid w:val="008D03B9"/>
    <w:rsid w:val="008E2939"/>
    <w:rsid w:val="008F18D6"/>
    <w:rsid w:val="00904780"/>
    <w:rsid w:val="00922385"/>
    <w:rsid w:val="009223DF"/>
    <w:rsid w:val="00923DE9"/>
    <w:rsid w:val="00936091"/>
    <w:rsid w:val="00940D8A"/>
    <w:rsid w:val="00946D8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03C57"/>
    <w:rsid w:val="00C44F6A"/>
    <w:rsid w:val="00C47AE3"/>
    <w:rsid w:val="00CD1FC4"/>
    <w:rsid w:val="00D21061"/>
    <w:rsid w:val="00D35702"/>
    <w:rsid w:val="00D4108E"/>
    <w:rsid w:val="00D53800"/>
    <w:rsid w:val="00D6163D"/>
    <w:rsid w:val="00D73D46"/>
    <w:rsid w:val="00D831A3"/>
    <w:rsid w:val="00DC75F3"/>
    <w:rsid w:val="00DD46F3"/>
    <w:rsid w:val="00DE56F2"/>
    <w:rsid w:val="00DF116D"/>
    <w:rsid w:val="00DF6694"/>
    <w:rsid w:val="00E002C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C9B381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E002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02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02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2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2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BE418F-15EF-4546-A5B4-0A4538ECC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BCCECA-8CB2-4DB9-ADBB-6C7081B44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19</TotalTime>
  <Pages>2</Pages>
  <Words>155</Words>
  <Characters>915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14</cp:revision>
  <cp:lastPrinted>2017-11-28T17:18:00Z</cp:lastPrinted>
  <dcterms:created xsi:type="dcterms:W3CDTF">2020-02-20T14:02:00Z</dcterms:created>
  <dcterms:modified xsi:type="dcterms:W3CDTF">2023-04-11T11:35:00Z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